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D445" w14:textId="77777777" w:rsidR="00BA7EA6" w:rsidRPr="00945570" w:rsidRDefault="00997F14" w:rsidP="00BA7EA6">
      <w:pPr>
        <w:spacing w:line="240" w:lineRule="auto"/>
        <w:jc w:val="right"/>
        <w:rPr>
          <w:rFonts w:ascii="Corbel" w:hAnsi="Corbel"/>
          <w:bCs/>
          <w:i/>
        </w:rPr>
      </w:pPr>
      <w:r w:rsidRPr="0094557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CD6897" w:rsidRPr="00945570">
        <w:rPr>
          <w:rFonts w:ascii="Times New Roman" w:hAnsi="Times New Roman"/>
          <w:b/>
          <w:bCs/>
          <w:sz w:val="28"/>
          <w:szCs w:val="28"/>
        </w:rPr>
        <w:tab/>
      </w:r>
      <w:r w:rsidR="00CD6897" w:rsidRPr="00945570">
        <w:rPr>
          <w:rFonts w:ascii="Times New Roman" w:hAnsi="Times New Roman"/>
          <w:b/>
          <w:bCs/>
          <w:sz w:val="28"/>
          <w:szCs w:val="28"/>
        </w:rPr>
        <w:tab/>
      </w:r>
      <w:r w:rsidR="00CD6897" w:rsidRPr="00945570">
        <w:rPr>
          <w:rFonts w:ascii="Times New Roman" w:hAnsi="Times New Roman"/>
          <w:b/>
          <w:bCs/>
          <w:sz w:val="28"/>
          <w:szCs w:val="28"/>
        </w:rPr>
        <w:tab/>
      </w:r>
      <w:r w:rsidR="00CD6897" w:rsidRPr="00945570">
        <w:rPr>
          <w:rFonts w:ascii="Times New Roman" w:hAnsi="Times New Roman"/>
          <w:b/>
          <w:bCs/>
          <w:sz w:val="28"/>
          <w:szCs w:val="28"/>
        </w:rPr>
        <w:tab/>
      </w:r>
      <w:r w:rsidR="00CD6897" w:rsidRPr="00945570">
        <w:rPr>
          <w:rFonts w:ascii="Times New Roman" w:hAnsi="Times New Roman"/>
          <w:b/>
          <w:bCs/>
          <w:sz w:val="28"/>
          <w:szCs w:val="28"/>
        </w:rPr>
        <w:tab/>
      </w:r>
      <w:r w:rsidR="00CD6897" w:rsidRPr="00945570">
        <w:rPr>
          <w:rFonts w:ascii="Times New Roman" w:hAnsi="Times New Roman"/>
          <w:b/>
          <w:bCs/>
          <w:sz w:val="28"/>
          <w:szCs w:val="28"/>
        </w:rPr>
        <w:tab/>
      </w:r>
      <w:r w:rsidR="00BA7EA6" w:rsidRPr="00945570">
        <w:rPr>
          <w:rFonts w:ascii="Corbel" w:hAnsi="Corbel"/>
          <w:bCs/>
          <w:i/>
        </w:rPr>
        <w:t>Załącznik nr 1.5 do Zarządzenia Rektora UR  nr 12/2019</w:t>
      </w:r>
    </w:p>
    <w:p w14:paraId="344B0CE5" w14:textId="77777777" w:rsidR="00BA7EA6" w:rsidRPr="00945570" w:rsidRDefault="00BA7EA6" w:rsidP="00BA7EA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45570">
        <w:rPr>
          <w:rFonts w:ascii="Corbel" w:hAnsi="Corbel"/>
          <w:b/>
          <w:smallCaps/>
        </w:rPr>
        <w:t>SYLABUS</w:t>
      </w:r>
    </w:p>
    <w:p w14:paraId="3E3A7F03" w14:textId="77777777" w:rsidR="00BA7EA6" w:rsidRPr="00945570" w:rsidRDefault="00BA7EA6" w:rsidP="00BA7EA6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45570">
        <w:rPr>
          <w:rFonts w:ascii="Corbel" w:hAnsi="Corbel"/>
          <w:b/>
          <w:smallCaps/>
        </w:rPr>
        <w:t xml:space="preserve">dotyczy cyklu kształcenia </w:t>
      </w:r>
      <w:r w:rsidRPr="00945570">
        <w:rPr>
          <w:rFonts w:ascii="Corbel" w:hAnsi="Corbel"/>
          <w:i/>
          <w:smallCaps/>
        </w:rPr>
        <w:t>2022/2023 – 2023/2024</w:t>
      </w:r>
    </w:p>
    <w:p w14:paraId="65277D6A" w14:textId="77777777" w:rsidR="00BA7EA6" w:rsidRPr="00945570" w:rsidRDefault="00BA7EA6" w:rsidP="00BA7EA6">
      <w:pPr>
        <w:spacing w:after="0" w:line="240" w:lineRule="exact"/>
        <w:jc w:val="both"/>
        <w:rPr>
          <w:rFonts w:ascii="Corbel" w:hAnsi="Corbel"/>
        </w:rPr>
      </w:pPr>
      <w:r w:rsidRPr="00945570">
        <w:rPr>
          <w:rFonts w:ascii="Corbel" w:hAnsi="Corbel"/>
          <w:i/>
        </w:rPr>
        <w:t xml:space="preserve">                                                                                                             </w:t>
      </w:r>
    </w:p>
    <w:p w14:paraId="370337DB" w14:textId="77777777" w:rsidR="00BA7EA6" w:rsidRPr="00945570" w:rsidRDefault="00BA7EA6" w:rsidP="00BA7EA6">
      <w:pPr>
        <w:spacing w:after="0" w:line="240" w:lineRule="exact"/>
        <w:jc w:val="both"/>
        <w:rPr>
          <w:rFonts w:ascii="Corbel" w:hAnsi="Corbel"/>
        </w:rPr>
      </w:pPr>
      <w:r w:rsidRPr="00945570">
        <w:rPr>
          <w:rFonts w:ascii="Corbel" w:hAnsi="Corbel"/>
        </w:rPr>
        <w:tab/>
      </w:r>
      <w:r w:rsidRPr="00945570">
        <w:rPr>
          <w:rFonts w:ascii="Corbel" w:hAnsi="Corbel"/>
        </w:rPr>
        <w:tab/>
      </w:r>
      <w:r w:rsidRPr="00945570">
        <w:rPr>
          <w:rFonts w:ascii="Corbel" w:hAnsi="Corbel"/>
        </w:rPr>
        <w:tab/>
      </w:r>
      <w:r w:rsidRPr="00945570">
        <w:rPr>
          <w:rFonts w:ascii="Corbel" w:hAnsi="Corbel"/>
        </w:rPr>
        <w:tab/>
        <w:t>Rok akademicki  2022/2023</w:t>
      </w:r>
    </w:p>
    <w:p w14:paraId="11829910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p w14:paraId="5A36BFBF" w14:textId="77777777" w:rsidR="00BA7EA6" w:rsidRPr="00945570" w:rsidRDefault="00BA7EA6" w:rsidP="00BA7EA6">
      <w:pPr>
        <w:spacing w:after="0" w:line="240" w:lineRule="auto"/>
        <w:ind w:left="360"/>
        <w:rPr>
          <w:rFonts w:ascii="Corbel" w:hAnsi="Corbel"/>
          <w:b/>
          <w:smallCaps/>
          <w:color w:val="0070C0"/>
        </w:rPr>
      </w:pPr>
      <w:r w:rsidRPr="00945570">
        <w:rPr>
          <w:rFonts w:ascii="Corbel" w:hAnsi="Corbel"/>
          <w:b/>
          <w:smallCaps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7EA6" w:rsidRPr="00945570" w14:paraId="70DB724A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E06D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6780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Nauka o państwie współczesnym</w:t>
            </w:r>
          </w:p>
        </w:tc>
      </w:tr>
      <w:tr w:rsidR="00BA7EA6" w:rsidRPr="00945570" w14:paraId="5B333A9A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6F8E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5901" w14:textId="72DA074F" w:rsidR="00BA7EA6" w:rsidRPr="00945570" w:rsidRDefault="00815A32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A2Soo7</w:t>
            </w:r>
          </w:p>
        </w:tc>
      </w:tr>
      <w:tr w:rsidR="00945570" w:rsidRPr="00945570" w14:paraId="4FC74DA2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0B79" w14:textId="77777777" w:rsidR="00945570" w:rsidRPr="00945570" w:rsidRDefault="00945570" w:rsidP="0094557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FF85" w14:textId="76DF9F51" w:rsidR="00945570" w:rsidRPr="00945570" w:rsidRDefault="00945570" w:rsidP="00945570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</w:rPr>
              <w:t>Kolegium Nauk Społecznych</w:t>
            </w:r>
            <w:r>
              <w:rPr>
                <w:rFonts w:ascii="Corbel" w:hAnsi="Corbel"/>
              </w:rPr>
              <w:t>,</w:t>
            </w:r>
            <w:r w:rsidRPr="0036405A">
              <w:rPr>
                <w:rFonts w:ascii="Corbel" w:hAnsi="Corbel"/>
                <w:color w:val="000000"/>
              </w:rPr>
              <w:t xml:space="preserve"> Instytut Nauk Prawnych</w:t>
            </w:r>
          </w:p>
        </w:tc>
      </w:tr>
      <w:tr w:rsidR="00945570" w:rsidRPr="00945570" w14:paraId="5105EFB4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2229" w14:textId="77777777" w:rsidR="00945570" w:rsidRPr="00945570" w:rsidRDefault="00945570" w:rsidP="0094557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49D3" w14:textId="3A6A4319" w:rsidR="00945570" w:rsidRPr="00945570" w:rsidRDefault="00945570" w:rsidP="00945570">
            <w:pPr>
              <w:spacing w:before="40" w:after="40" w:line="240" w:lineRule="auto"/>
              <w:rPr>
                <w:rFonts w:ascii="Corbel" w:hAnsi="Corbel"/>
              </w:rPr>
            </w:pPr>
            <w:r w:rsidRPr="0036405A">
              <w:rPr>
                <w:rFonts w:ascii="Corbel" w:hAnsi="Corbel"/>
                <w:color w:val="000000"/>
              </w:rPr>
              <w:t xml:space="preserve">Zakład Prawa Konstytucyjnego i Praw Człowieka </w:t>
            </w:r>
          </w:p>
        </w:tc>
      </w:tr>
      <w:tr w:rsidR="00BA7EA6" w:rsidRPr="00945570" w14:paraId="1155F9D5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B43D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7EEC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Administracja</w:t>
            </w:r>
          </w:p>
        </w:tc>
      </w:tr>
      <w:tr w:rsidR="00BA7EA6" w:rsidRPr="00945570" w14:paraId="1A375D56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088B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7DC1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Studia II stopnia</w:t>
            </w:r>
          </w:p>
        </w:tc>
      </w:tr>
      <w:tr w:rsidR="00BA7EA6" w:rsidRPr="00945570" w14:paraId="6F1E87A8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6869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5884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proofErr w:type="spellStart"/>
            <w:r w:rsidRPr="00945570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BA7EA6" w:rsidRPr="00945570" w14:paraId="121A0380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31B8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12B9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stacjonarne</w:t>
            </w:r>
          </w:p>
        </w:tc>
      </w:tr>
      <w:tr w:rsidR="00BA7EA6" w:rsidRPr="00945570" w14:paraId="52D6D5E8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FEA3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66BA" w14:textId="31575FA8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Rok I, semestr I</w:t>
            </w:r>
            <w:r w:rsidR="00815A32" w:rsidRPr="00945570">
              <w:rPr>
                <w:rFonts w:ascii="Corbel" w:hAnsi="Corbel"/>
              </w:rPr>
              <w:t>I</w:t>
            </w:r>
          </w:p>
        </w:tc>
      </w:tr>
      <w:tr w:rsidR="00BA7EA6" w:rsidRPr="00945570" w14:paraId="7D05FCD4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0FD5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1D19" w14:textId="633D021D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ob</w:t>
            </w:r>
            <w:r w:rsidR="00815A32" w:rsidRPr="00945570">
              <w:rPr>
                <w:rFonts w:ascii="Corbel" w:hAnsi="Corbel"/>
              </w:rPr>
              <w:t>ligatoryjny</w:t>
            </w:r>
          </w:p>
        </w:tc>
      </w:tr>
      <w:tr w:rsidR="00BA7EA6" w:rsidRPr="00945570" w14:paraId="36C410B6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4C6C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AB5E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polski</w:t>
            </w:r>
          </w:p>
        </w:tc>
      </w:tr>
      <w:tr w:rsidR="009553B4" w:rsidRPr="00945570" w14:paraId="16196335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EE9C" w14:textId="77777777" w:rsidR="009553B4" w:rsidRPr="00945570" w:rsidRDefault="009553B4" w:rsidP="009553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9E02" w14:textId="431E9290" w:rsidR="009553B4" w:rsidRPr="00945570" w:rsidRDefault="002E1F10" w:rsidP="009553B4">
            <w:pPr>
              <w:spacing w:before="40" w:after="40" w:line="240" w:lineRule="auto"/>
              <w:rPr>
                <w:rFonts w:ascii="Corbel" w:hAnsi="Corbel"/>
              </w:rPr>
            </w:pPr>
            <w:r w:rsidRPr="002E1F10">
              <w:rPr>
                <w:rFonts w:ascii="Corbel" w:hAnsi="Corbel"/>
              </w:rPr>
              <w:t>dr hab. Radosław Grabowski, prof. UR</w:t>
            </w:r>
            <w:r w:rsidRPr="002E1F10">
              <w:rPr>
                <w:rFonts w:ascii="Corbel" w:hAnsi="Corbel"/>
              </w:rPr>
              <w:tab/>
            </w:r>
            <w:r w:rsidRPr="002E1F10">
              <w:rPr>
                <w:rFonts w:ascii="Corbel" w:hAnsi="Corbel"/>
              </w:rPr>
              <w:tab/>
            </w:r>
          </w:p>
        </w:tc>
      </w:tr>
      <w:tr w:rsidR="00BA7EA6" w:rsidRPr="00945570" w14:paraId="45745281" w14:textId="77777777" w:rsidTr="00955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AFBC" w14:textId="77777777" w:rsidR="00BA7EA6" w:rsidRPr="00945570" w:rsidRDefault="00BA7EA6" w:rsidP="00BA7EA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A412" w14:textId="3080112C" w:rsidR="00BA7EA6" w:rsidRPr="00945570" w:rsidRDefault="00815A32" w:rsidP="00BA7EA6">
            <w:pPr>
              <w:spacing w:before="40" w:after="4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Dr Justyna Ciechanowska</w:t>
            </w:r>
          </w:p>
        </w:tc>
      </w:tr>
    </w:tbl>
    <w:p w14:paraId="1A8E0465" w14:textId="77777777" w:rsidR="00BA7EA6" w:rsidRPr="00945570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945570">
        <w:rPr>
          <w:rFonts w:ascii="Corbel" w:eastAsia="Times New Roman" w:hAnsi="Corbel"/>
          <w:b/>
          <w:lang w:eastAsia="pl-PL"/>
        </w:rPr>
        <w:t xml:space="preserve">* </w:t>
      </w:r>
      <w:r w:rsidRPr="00945570">
        <w:rPr>
          <w:rFonts w:ascii="Corbel" w:eastAsia="Times New Roman" w:hAnsi="Corbel"/>
          <w:b/>
          <w:i/>
          <w:lang w:eastAsia="pl-PL"/>
        </w:rPr>
        <w:t>opcjonalnie, z</w:t>
      </w:r>
      <w:r w:rsidRPr="00945570">
        <w:rPr>
          <w:rFonts w:ascii="Corbel" w:eastAsia="Times New Roman" w:hAnsi="Corbel"/>
          <w:i/>
          <w:lang w:eastAsia="pl-PL"/>
        </w:rPr>
        <w:t>godnie z ustaleniami w Jednostce</w:t>
      </w:r>
    </w:p>
    <w:p w14:paraId="554B4EE3" w14:textId="77777777" w:rsidR="00BA7EA6" w:rsidRPr="00945570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p w14:paraId="451E3D25" w14:textId="77777777" w:rsidR="00BA7EA6" w:rsidRPr="00945570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945570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779"/>
        <w:gridCol w:w="830"/>
        <w:gridCol w:w="851"/>
        <w:gridCol w:w="796"/>
        <w:gridCol w:w="818"/>
        <w:gridCol w:w="753"/>
        <w:gridCol w:w="944"/>
        <w:gridCol w:w="1347"/>
        <w:gridCol w:w="1838"/>
      </w:tblGrid>
      <w:tr w:rsidR="00BA7EA6" w:rsidRPr="00945570" w14:paraId="7923609B" w14:textId="77777777" w:rsidTr="00D33D28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96C0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Semestr</w:t>
            </w:r>
          </w:p>
          <w:p w14:paraId="47D00337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290E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945570">
              <w:rPr>
                <w:rFonts w:ascii="Corbel" w:hAnsi="Corbel"/>
              </w:rPr>
              <w:t>Wykł</w:t>
            </w:r>
            <w:proofErr w:type="spellEnd"/>
            <w:r w:rsidRPr="00945570">
              <w:rPr>
                <w:rFonts w:ascii="Corbel" w:hAnsi="Corbel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A9EB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802D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945570">
              <w:rPr>
                <w:rFonts w:ascii="Corbel" w:hAnsi="Corbel"/>
              </w:rPr>
              <w:t>Konw</w:t>
            </w:r>
            <w:proofErr w:type="spellEnd"/>
            <w:r w:rsidRPr="00945570">
              <w:rPr>
                <w:rFonts w:ascii="Corbel" w:hAnsi="Corbel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1618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3EBC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945570">
              <w:rPr>
                <w:rFonts w:ascii="Corbel" w:hAnsi="Corbel"/>
              </w:rPr>
              <w:t>Sem</w:t>
            </w:r>
            <w:proofErr w:type="spellEnd"/>
            <w:r w:rsidRPr="00945570">
              <w:rPr>
                <w:rFonts w:ascii="Corbel" w:hAnsi="Corbel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65A0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6EDC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945570">
              <w:rPr>
                <w:rFonts w:ascii="Corbel" w:hAnsi="Corbel"/>
              </w:rPr>
              <w:t>Prakt</w:t>
            </w:r>
            <w:proofErr w:type="spellEnd"/>
            <w:r w:rsidRPr="00945570">
              <w:rPr>
                <w:rFonts w:ascii="Corbel" w:hAnsi="Corbel"/>
              </w:rPr>
              <w:t>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CF8E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Inne (jakie?)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4811" w14:textId="77777777" w:rsidR="00BA7EA6" w:rsidRPr="00945570" w:rsidRDefault="00BA7EA6" w:rsidP="00BA7EA6">
            <w:pPr>
              <w:spacing w:after="120"/>
              <w:jc w:val="center"/>
              <w:rPr>
                <w:rFonts w:ascii="Corbel" w:hAnsi="Corbel"/>
                <w:b/>
              </w:rPr>
            </w:pPr>
            <w:r w:rsidRPr="00945570">
              <w:rPr>
                <w:rFonts w:ascii="Corbel" w:hAnsi="Corbel"/>
                <w:b/>
              </w:rPr>
              <w:t>Liczba pkt ECTS</w:t>
            </w:r>
          </w:p>
        </w:tc>
      </w:tr>
      <w:tr w:rsidR="00BA7EA6" w:rsidRPr="00945570" w14:paraId="7A3BAEAA" w14:textId="77777777" w:rsidTr="00D33D28">
        <w:trPr>
          <w:trHeight w:val="453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0F7F" w14:textId="537F9BD8" w:rsidR="00BA7EA6" w:rsidRPr="00945570" w:rsidRDefault="009553B4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II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46CD" w14:textId="44AB4D6F" w:rsidR="00BA7EA6" w:rsidRPr="00945570" w:rsidRDefault="00815A32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0A5A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A117" w14:textId="77777777" w:rsidR="00815A32" w:rsidRPr="00945570" w:rsidRDefault="00815A32" w:rsidP="00815A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20</w:t>
            </w:r>
          </w:p>
          <w:p w14:paraId="4836FD68" w14:textId="0BD2CA8C" w:rsidR="00BA7EA6" w:rsidRPr="00945570" w:rsidRDefault="00815A32" w:rsidP="00815A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godz.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490A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B856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7B75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0FFF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70F8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B0EF" w14:textId="77777777" w:rsidR="00BA7EA6" w:rsidRPr="00945570" w:rsidRDefault="00836CD3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4</w:t>
            </w:r>
          </w:p>
        </w:tc>
      </w:tr>
    </w:tbl>
    <w:p w14:paraId="5EA8BAE6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  <w:smallCaps/>
        </w:rPr>
      </w:pPr>
    </w:p>
    <w:p w14:paraId="0A16EF3C" w14:textId="77777777" w:rsidR="00BA7EA6" w:rsidRPr="00945570" w:rsidRDefault="00BA7EA6" w:rsidP="00BA7EA6">
      <w:pPr>
        <w:spacing w:after="0" w:line="240" w:lineRule="auto"/>
        <w:rPr>
          <w:rFonts w:ascii="Corbel" w:hAnsi="Corbel"/>
          <w:smallCaps/>
        </w:rPr>
      </w:pPr>
      <w:r w:rsidRPr="00945570">
        <w:rPr>
          <w:rFonts w:ascii="Corbel" w:hAnsi="Corbel"/>
          <w:b/>
          <w:smallCaps/>
        </w:rPr>
        <w:t xml:space="preserve">1.2.  Sposób realizacji zajęć  </w:t>
      </w:r>
    </w:p>
    <w:p w14:paraId="67AD03C3" w14:textId="77777777" w:rsidR="002E1F10" w:rsidRPr="00781F89" w:rsidRDefault="002E1F10" w:rsidP="002E1F10">
      <w:pPr>
        <w:spacing w:after="0" w:line="240" w:lineRule="auto"/>
        <w:rPr>
          <w:rFonts w:ascii="Corbel" w:hAnsi="Corbel"/>
          <w:smallCaps/>
          <w:u w:val="single"/>
        </w:rPr>
      </w:pPr>
      <w:r w:rsidRPr="00781F89">
        <w:rPr>
          <w:rFonts w:ascii="Arial" w:eastAsia="MS Gothic" w:hAnsi="Arial" w:cs="Arial"/>
          <w:smallCaps/>
          <w:u w:val="single"/>
        </w:rPr>
        <w:t>□</w:t>
      </w:r>
      <w:r w:rsidRPr="00781F89">
        <w:rPr>
          <w:rFonts w:ascii="Corbel" w:eastAsia="MS Gothic" w:hAnsi="Corbel"/>
          <w:smallCaps/>
          <w:u w:val="single"/>
        </w:rPr>
        <w:t xml:space="preserve"> </w:t>
      </w:r>
      <w:r w:rsidRPr="00781F89">
        <w:rPr>
          <w:rFonts w:ascii="Corbel" w:hAnsi="Corbel"/>
          <w:smallCaps/>
          <w:u w:val="single"/>
        </w:rPr>
        <w:t xml:space="preserve">zajęcia w formie tradycyjnej </w:t>
      </w:r>
    </w:p>
    <w:p w14:paraId="73764207" w14:textId="77777777" w:rsidR="002E1F10" w:rsidRPr="0036405A" w:rsidRDefault="002E1F10" w:rsidP="002E1F10">
      <w:pPr>
        <w:spacing w:after="0" w:line="240" w:lineRule="auto"/>
        <w:rPr>
          <w:rFonts w:ascii="Corbel" w:hAnsi="Corbel"/>
          <w:smallCaps/>
        </w:rPr>
      </w:pPr>
      <w:r>
        <w:rPr>
          <w:rFonts w:ascii="Arial" w:eastAsia="MS Gothic" w:hAnsi="Arial" w:cs="Arial"/>
          <w:smallCaps/>
        </w:rPr>
        <w:t>□</w:t>
      </w:r>
      <w:r>
        <w:rPr>
          <w:rFonts w:ascii="MS Gothic" w:eastAsia="MS Gothic" w:hAnsi="MS Gothic" w:cs="MS Gothic"/>
          <w:smallCaps/>
        </w:rPr>
        <w:t xml:space="preserve"> </w:t>
      </w:r>
      <w:r w:rsidRPr="0036405A">
        <w:rPr>
          <w:rFonts w:ascii="Corbel" w:hAnsi="Corbel"/>
          <w:smallCaps/>
        </w:rPr>
        <w:t>zajęcia realizowane z wykorzystaniem metod i technik kształcenia na odległość</w:t>
      </w:r>
    </w:p>
    <w:p w14:paraId="1B9F149D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  <w:smallCaps/>
        </w:rPr>
      </w:pPr>
    </w:p>
    <w:p w14:paraId="40E68375" w14:textId="59C61F3B" w:rsidR="00BA7EA6" w:rsidRPr="00945570" w:rsidRDefault="00BA7EA6" w:rsidP="00BA7EA6">
      <w:pPr>
        <w:spacing w:after="0" w:line="240" w:lineRule="auto"/>
        <w:rPr>
          <w:rFonts w:ascii="Corbel" w:hAnsi="Corbel"/>
          <w:smallCaps/>
        </w:rPr>
      </w:pPr>
      <w:r w:rsidRPr="00945570">
        <w:rPr>
          <w:rFonts w:ascii="Corbel" w:hAnsi="Corbel"/>
          <w:b/>
          <w:smallCaps/>
        </w:rPr>
        <w:t>1.3. Forma zaliczenia przedmiotu/ modułu</w:t>
      </w:r>
      <w:r w:rsidRPr="00945570">
        <w:rPr>
          <w:rFonts w:ascii="Corbel" w:hAnsi="Corbel"/>
          <w:smallCaps/>
        </w:rPr>
        <w:t xml:space="preserve"> </w:t>
      </w:r>
      <w:r w:rsidRPr="00945570">
        <w:rPr>
          <w:rFonts w:ascii="Corbel" w:hAnsi="Corbel"/>
          <w:b/>
          <w:smallCaps/>
        </w:rPr>
        <w:t>(z toku)</w:t>
      </w:r>
      <w:r w:rsidRPr="00945570">
        <w:rPr>
          <w:rFonts w:ascii="Corbel" w:hAnsi="Corbel"/>
          <w:smallCaps/>
        </w:rPr>
        <w:t xml:space="preserve">  </w:t>
      </w:r>
    </w:p>
    <w:p w14:paraId="664DF0B9" w14:textId="77777777" w:rsidR="00BA7EA6" w:rsidRPr="00945570" w:rsidRDefault="00BA7EA6" w:rsidP="00BA7EA6">
      <w:pPr>
        <w:spacing w:after="0" w:line="240" w:lineRule="auto"/>
        <w:rPr>
          <w:rFonts w:ascii="Corbel" w:hAnsi="Corbel"/>
          <w:smallCaps/>
        </w:rPr>
      </w:pPr>
    </w:p>
    <w:p w14:paraId="0FBAF00F" w14:textId="30D69FD8" w:rsidR="0042618A" w:rsidRPr="00945570" w:rsidRDefault="0042618A" w:rsidP="00BA7EA6">
      <w:pPr>
        <w:rPr>
          <w:rFonts w:ascii="Corbel" w:hAnsi="Corbel"/>
          <w:b/>
          <w:bCs/>
        </w:rPr>
      </w:pPr>
      <w:r w:rsidRPr="00945570">
        <w:rPr>
          <w:rFonts w:ascii="Corbel" w:hAnsi="Corbel"/>
          <w:b/>
          <w:bCs/>
        </w:rPr>
        <w:t>EGZAMIN</w:t>
      </w:r>
    </w:p>
    <w:p w14:paraId="5718E583" w14:textId="1A889C3B" w:rsidR="00BA7EA6" w:rsidRPr="00945570" w:rsidRDefault="00BA7EA6" w:rsidP="00BA7EA6">
      <w:pPr>
        <w:rPr>
          <w:rFonts w:ascii="Corbel" w:hAnsi="Corbel"/>
        </w:rPr>
      </w:pPr>
      <w:r w:rsidRPr="00945570">
        <w:rPr>
          <w:rFonts w:ascii="Corbel" w:hAnsi="Corbel"/>
        </w:rPr>
        <w:t xml:space="preserve"> w formie pisemnej</w:t>
      </w:r>
      <w:r w:rsidR="0042618A" w:rsidRPr="00945570">
        <w:rPr>
          <w:rFonts w:ascii="Corbel" w:hAnsi="Corbel"/>
        </w:rPr>
        <w:t>,</w:t>
      </w:r>
      <w:r w:rsidRPr="00945570">
        <w:rPr>
          <w:rFonts w:ascii="Corbel" w:hAnsi="Corbel"/>
        </w:rPr>
        <w:t xml:space="preserve"> testowo-opisowej (1 pytanie opisowe i 10 pytań testowych jedno- lub wielokrotnego wyboru) lub w formie opisowej (3-5 pytań otwartych), w formie ustnej 3 pytania</w:t>
      </w:r>
    </w:p>
    <w:p w14:paraId="7129B98A" w14:textId="77777777" w:rsidR="00BA7EA6" w:rsidRPr="00945570" w:rsidRDefault="00BA7EA6" w:rsidP="00BA7EA6">
      <w:pPr>
        <w:spacing w:after="0" w:line="240" w:lineRule="auto"/>
        <w:rPr>
          <w:rFonts w:ascii="Corbel" w:hAnsi="Corbel"/>
          <w:smallCaps/>
        </w:rPr>
      </w:pPr>
    </w:p>
    <w:p w14:paraId="68BFD300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  <w:smallCaps/>
        </w:rPr>
      </w:pPr>
      <w:r w:rsidRPr="00945570">
        <w:rPr>
          <w:rFonts w:ascii="Corbel" w:hAnsi="Corbel"/>
          <w:b/>
          <w:smallCaps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7EA6" w:rsidRPr="00945570" w14:paraId="228B3D1B" w14:textId="77777777" w:rsidTr="00D33D2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882F" w14:textId="77777777" w:rsidR="00BA7EA6" w:rsidRPr="00945570" w:rsidRDefault="00BA7EA6" w:rsidP="00BA7EA6">
            <w:pPr>
              <w:spacing w:before="40" w:after="4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brak</w:t>
            </w:r>
          </w:p>
        </w:tc>
      </w:tr>
    </w:tbl>
    <w:p w14:paraId="52B3F9F7" w14:textId="77777777" w:rsidR="00BA7EA6" w:rsidRPr="00945570" w:rsidRDefault="00BA7EA6" w:rsidP="00BA7EA6">
      <w:pPr>
        <w:spacing w:after="0" w:line="240" w:lineRule="auto"/>
        <w:rPr>
          <w:rFonts w:ascii="Corbel" w:hAnsi="Corbel"/>
          <w:smallCaps/>
        </w:rPr>
      </w:pPr>
    </w:p>
    <w:p w14:paraId="5D896BAB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  <w:smallCaps/>
        </w:rPr>
      </w:pPr>
      <w:r w:rsidRPr="00945570">
        <w:rPr>
          <w:rFonts w:ascii="Corbel" w:hAnsi="Corbel"/>
          <w:b/>
          <w:smallCaps/>
        </w:rPr>
        <w:lastRenderedPageBreak/>
        <w:t xml:space="preserve"> 3. cele, efekty uczenia się , treści Programowe i stosowane metody Dydaktyczne</w:t>
      </w:r>
    </w:p>
    <w:p w14:paraId="7BF47162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  <w:smallCaps/>
        </w:rPr>
      </w:pPr>
    </w:p>
    <w:p w14:paraId="6BAEBCE0" w14:textId="77777777" w:rsidR="00BA7EA6" w:rsidRPr="00945570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945570">
        <w:rPr>
          <w:rFonts w:ascii="Corbel" w:eastAsia="Times New Roman" w:hAnsi="Corbel"/>
          <w:b/>
          <w:lang w:eastAsia="pl-PL"/>
        </w:rPr>
        <w:t>3.1 Cele przedmiotu</w:t>
      </w:r>
    </w:p>
    <w:p w14:paraId="2990DC61" w14:textId="77777777" w:rsidR="00BA7EA6" w:rsidRPr="00945570" w:rsidRDefault="00BA7EA6" w:rsidP="00BA7EA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BA7EA6" w:rsidRPr="00945570" w14:paraId="1D9A9624" w14:textId="77777777" w:rsidTr="00D33D2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4A95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0BB3" w14:textId="77777777" w:rsidR="00BA7EA6" w:rsidRPr="00945570" w:rsidRDefault="00BA7EA6" w:rsidP="00BA7EA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945570">
              <w:rPr>
                <w:rFonts w:ascii="Corbel" w:eastAsia="Times New Roman" w:hAnsi="Corbel"/>
                <w:lang w:eastAsia="pl-PL"/>
              </w:rPr>
              <w:t>Zajęcia mają na celu zapoznanie studentów z zasadami dotyczącymi funkcjonowania państw jako wspólnoty politycznej, z istotą jego mechanizmów, z podstawowymi kategoriami teorii państwa, z funkcjonowaniem procesów i instytucji politycznych, ponadto uzyskanie wiedzy nt. zależności między państwem a procesami integracji i globalizacji. Wykład ma na celu wykształcenie umiejętności, analizowania, interpretowania i porównywania zjawisk związanych z funkcjonowaniem państwa, a także umiejętności wykorzystywania teorii państwa w działalności badawczej i praktycznej.</w:t>
            </w:r>
          </w:p>
        </w:tc>
      </w:tr>
    </w:tbl>
    <w:p w14:paraId="4E7E9AD3" w14:textId="77777777" w:rsidR="00BA7EA6" w:rsidRPr="00945570" w:rsidRDefault="00BA7EA6" w:rsidP="00BA7EA6">
      <w:pPr>
        <w:spacing w:after="0" w:line="240" w:lineRule="auto"/>
        <w:rPr>
          <w:rFonts w:ascii="Corbel" w:hAnsi="Corbel"/>
          <w:smallCaps/>
          <w:color w:val="FF0000"/>
        </w:rPr>
      </w:pPr>
    </w:p>
    <w:p w14:paraId="6A066FE2" w14:textId="77777777" w:rsidR="00BA7EA6" w:rsidRPr="00945570" w:rsidRDefault="00BA7EA6" w:rsidP="00BA7EA6">
      <w:pPr>
        <w:spacing w:after="0" w:line="240" w:lineRule="auto"/>
        <w:ind w:left="426"/>
        <w:rPr>
          <w:rFonts w:ascii="Corbel" w:hAnsi="Corbel"/>
        </w:rPr>
      </w:pPr>
      <w:r w:rsidRPr="00945570">
        <w:rPr>
          <w:rFonts w:ascii="Corbel" w:hAnsi="Corbel"/>
          <w:b/>
        </w:rPr>
        <w:t>3.2 Efekty uczenia się dla przedmiotu</w:t>
      </w:r>
      <w:r w:rsidRPr="00945570">
        <w:rPr>
          <w:rFonts w:ascii="Corbel" w:hAnsi="Corbel"/>
        </w:rPr>
        <w:t xml:space="preserve"> </w:t>
      </w:r>
    </w:p>
    <w:p w14:paraId="13FF2C23" w14:textId="77777777" w:rsidR="00BA7EA6" w:rsidRPr="00945570" w:rsidRDefault="00BA7EA6" w:rsidP="00BA7EA6">
      <w:pPr>
        <w:spacing w:after="0" w:line="240" w:lineRule="auto"/>
        <w:contextualSpacing/>
        <w:jc w:val="both"/>
        <w:rPr>
          <w:rFonts w:ascii="Corbel" w:eastAsia="Cambria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BA7EA6" w:rsidRPr="00945570" w14:paraId="1645D9AD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F7EE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b/>
                <w:smallCaps/>
              </w:rPr>
              <w:t>EK</w:t>
            </w:r>
            <w:r w:rsidRPr="00945570">
              <w:rPr>
                <w:rFonts w:ascii="Corbel" w:hAnsi="Corbel"/>
                <w:smallCaps/>
              </w:rPr>
              <w:t xml:space="preserve"> (efekt uczenia się)</w:t>
            </w:r>
          </w:p>
          <w:p w14:paraId="06D04EAA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i/>
                <w:smallCaps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8423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E4EA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 xml:space="preserve">Odniesienie do efektów  kierunkowych </w:t>
            </w:r>
          </w:p>
        </w:tc>
      </w:tr>
      <w:tr w:rsidR="00BA7EA6" w:rsidRPr="00945570" w14:paraId="42D6EEC5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7CAB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</w:t>
            </w:r>
            <w:r w:rsidRPr="00945570">
              <w:rPr>
                <w:rFonts w:ascii="Corbel" w:hAnsi="Corbel"/>
                <w:smallCaps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7627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student posiada zaawansowaną wiedzę ogólną w obszarze nauk społecznych z zakresu prawa i administracji oraz uporządkowaną i podbudowaną teoretycznie wiedzę obejmującą kluczowe zagadnienia, ekonomiczne,</w:t>
            </w:r>
          </w:p>
          <w:p w14:paraId="7B4C7B53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polityczne oraz socjologiczne;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1218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bCs/>
                <w:smallCaps/>
              </w:rPr>
              <w:t>K_W01</w:t>
            </w:r>
          </w:p>
        </w:tc>
      </w:tr>
      <w:tr w:rsidR="00BA7EA6" w:rsidRPr="00945570" w14:paraId="2F3B3C8D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E36B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5046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 xml:space="preserve"> Student 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3D16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bCs/>
                <w:smallCaps/>
              </w:rPr>
              <w:t>K_W03</w:t>
            </w:r>
          </w:p>
        </w:tc>
      </w:tr>
      <w:tr w:rsidR="00BA7EA6" w:rsidRPr="00945570" w14:paraId="2542FC16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C0FA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F504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student posiada rozszerzoną wiedzę o roli człowieka, jego cechach i aktywności w sferze administracji oraz jako twórcy kultury i podmiotu konstytuującego struktury społeczne i</w:t>
            </w:r>
          </w:p>
          <w:p w14:paraId="01FD44CB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hAnsi="Corbel"/>
              </w:rPr>
            </w:pPr>
            <w:r w:rsidRPr="00945570">
              <w:rPr>
                <w:rFonts w:ascii="Corbel" w:eastAsia="Cambria" w:hAnsi="Corbel"/>
              </w:rPr>
              <w:t>zasady ich funkcjonowania;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C4E8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bCs/>
                <w:smallCaps/>
              </w:rPr>
              <w:t>K_W04</w:t>
            </w:r>
          </w:p>
        </w:tc>
      </w:tr>
      <w:tr w:rsidR="00BA7EA6" w:rsidRPr="00945570" w14:paraId="1E279FE5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D8F84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8549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student posiada umiejętność wyjaśniania przyczyn i przebiegu procesów i zjawisk społecznych związanych z administracją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FC30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bCs/>
                <w:smallCaps/>
              </w:rPr>
              <w:t>K_U02</w:t>
            </w:r>
          </w:p>
        </w:tc>
      </w:tr>
      <w:tr w:rsidR="00BA7EA6" w:rsidRPr="00945570" w14:paraId="3ECFCFF1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E197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500D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Potrafi właściwie dobierać źródła oraz informacje,</w:t>
            </w:r>
          </w:p>
          <w:p w14:paraId="59EFAF4E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2019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945570">
              <w:rPr>
                <w:rFonts w:ascii="Corbel" w:hAnsi="Corbel"/>
                <w:bCs/>
                <w:smallCaps/>
              </w:rPr>
              <w:t>K_U03</w:t>
            </w:r>
          </w:p>
          <w:p w14:paraId="3A4D33FA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BA7EA6" w:rsidRPr="00945570" w14:paraId="4D1281BB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2D63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0AD3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student</w:t>
            </w:r>
            <w:r w:rsidRPr="00945570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00945570">
              <w:rPr>
                <w:rFonts w:ascii="Corbel" w:eastAsia="Cambria" w:hAnsi="Corbel"/>
              </w:rPr>
              <w:t>potrafi ukierunkować swoje samokształcenie, rozumie potrzebę stałego dokształcania się i rozwoju osobistego,</w:t>
            </w:r>
          </w:p>
          <w:p w14:paraId="494F3504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potrafi samodzielnie pogłębiać i uzupełniać uzyskaną wiedzę i nabyte umiejętności.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B7BC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945570">
              <w:rPr>
                <w:rFonts w:ascii="Corbel" w:hAnsi="Corbel"/>
                <w:bCs/>
                <w:smallCaps/>
              </w:rPr>
              <w:t>K_U09</w:t>
            </w:r>
          </w:p>
          <w:p w14:paraId="02E2ACF9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BA7EA6" w:rsidRPr="00945570" w14:paraId="10D96A78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C265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976E7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student jest gotowy samodzielnie i krytycznie uzupełniać wiedzę,</w:t>
            </w:r>
          </w:p>
          <w:p w14:paraId="4413706E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w tym również na gruncie interdyscyplinarnym.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172F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K_K01</w:t>
            </w:r>
          </w:p>
          <w:p w14:paraId="2EFF3D24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BA7EA6" w:rsidRPr="00945570" w14:paraId="12A1F3A7" w14:textId="77777777" w:rsidTr="00D33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2FA4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B3AB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student ma świadomość doniosłości zachowania się w sposób profesjonalny i etyczny, identyfikuje i rozwiązuje</w:t>
            </w:r>
          </w:p>
          <w:p w14:paraId="1E6F8229" w14:textId="77777777" w:rsidR="00BA7EA6" w:rsidRPr="00945570" w:rsidRDefault="00BA7EA6" w:rsidP="00BA7EA6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>dylematy moralne związane ze stosowaniem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2CF8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K_K06</w:t>
            </w:r>
          </w:p>
          <w:p w14:paraId="77870A45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</w:tbl>
    <w:p w14:paraId="6A0D076F" w14:textId="77777777" w:rsidR="00BA7EA6" w:rsidRPr="00945570" w:rsidRDefault="00BA7EA6" w:rsidP="00BA7EA6">
      <w:pPr>
        <w:spacing w:line="240" w:lineRule="auto"/>
        <w:rPr>
          <w:rFonts w:ascii="Corbel" w:hAnsi="Corbel"/>
          <w:b/>
          <w:sz w:val="32"/>
          <w:szCs w:val="32"/>
        </w:rPr>
      </w:pPr>
    </w:p>
    <w:p w14:paraId="10E32F41" w14:textId="77777777" w:rsidR="0085747A" w:rsidRPr="00945570" w:rsidRDefault="00675843" w:rsidP="00BA7EA6">
      <w:pPr>
        <w:spacing w:line="240" w:lineRule="auto"/>
        <w:rPr>
          <w:rFonts w:ascii="Corbel" w:hAnsi="Corbel"/>
          <w:b/>
          <w:sz w:val="32"/>
          <w:szCs w:val="32"/>
        </w:rPr>
      </w:pPr>
      <w:r w:rsidRPr="00945570">
        <w:rPr>
          <w:rFonts w:ascii="Corbel" w:hAnsi="Corbel"/>
          <w:b/>
          <w:sz w:val="32"/>
          <w:szCs w:val="32"/>
        </w:rPr>
        <w:lastRenderedPageBreak/>
        <w:t>3.3</w:t>
      </w:r>
      <w:r w:rsidR="001D7B54" w:rsidRPr="00945570">
        <w:rPr>
          <w:rFonts w:ascii="Corbel" w:hAnsi="Corbel"/>
          <w:b/>
          <w:sz w:val="32"/>
          <w:szCs w:val="32"/>
        </w:rPr>
        <w:t xml:space="preserve"> </w:t>
      </w:r>
      <w:r w:rsidR="0085747A" w:rsidRPr="00945570">
        <w:rPr>
          <w:rFonts w:ascii="Corbel" w:hAnsi="Corbel"/>
          <w:b/>
          <w:sz w:val="32"/>
          <w:szCs w:val="32"/>
        </w:rPr>
        <w:t>T</w:t>
      </w:r>
      <w:r w:rsidR="001D7B54" w:rsidRPr="00945570">
        <w:rPr>
          <w:rFonts w:ascii="Corbel" w:hAnsi="Corbel"/>
          <w:b/>
          <w:sz w:val="32"/>
          <w:szCs w:val="32"/>
        </w:rPr>
        <w:t xml:space="preserve">reści programowe </w:t>
      </w:r>
      <w:r w:rsidR="007327BD" w:rsidRPr="00945570">
        <w:rPr>
          <w:rFonts w:ascii="Corbel" w:hAnsi="Corbel"/>
          <w:sz w:val="32"/>
          <w:szCs w:val="32"/>
        </w:rPr>
        <w:t xml:space="preserve">  </w:t>
      </w:r>
    </w:p>
    <w:p w14:paraId="769882BD" w14:textId="77777777" w:rsidR="0085747A" w:rsidRPr="0094557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32"/>
          <w:szCs w:val="32"/>
        </w:rPr>
      </w:pPr>
      <w:r w:rsidRPr="00945570">
        <w:rPr>
          <w:rFonts w:ascii="Corbel" w:hAnsi="Corbel"/>
          <w:sz w:val="32"/>
          <w:szCs w:val="32"/>
        </w:rPr>
        <w:t xml:space="preserve">Problematyka wykładu </w:t>
      </w:r>
    </w:p>
    <w:p w14:paraId="53DC7A5B" w14:textId="77777777" w:rsidR="00675843" w:rsidRPr="0094557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5570" w14:paraId="05F12467" w14:textId="77777777" w:rsidTr="0042618A">
        <w:tc>
          <w:tcPr>
            <w:tcW w:w="9520" w:type="dxa"/>
          </w:tcPr>
          <w:p w14:paraId="4C4ECBE6" w14:textId="77777777" w:rsidR="0085747A" w:rsidRPr="0094557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>Treści merytoryczne</w:t>
            </w:r>
          </w:p>
        </w:tc>
      </w:tr>
    </w:tbl>
    <w:p w14:paraId="5ECA52C1" w14:textId="77777777" w:rsidR="0085747A" w:rsidRPr="00945570" w:rsidRDefault="0085747A" w:rsidP="009C54AE">
      <w:pPr>
        <w:spacing w:after="0" w:line="240" w:lineRule="auto"/>
        <w:rPr>
          <w:rFonts w:ascii="Corbel" w:hAnsi="Corbel"/>
          <w:sz w:val="32"/>
          <w:szCs w:val="32"/>
        </w:rPr>
      </w:pPr>
    </w:p>
    <w:p w14:paraId="12D5A1B7" w14:textId="77777777" w:rsidR="0085747A" w:rsidRPr="0094557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32"/>
          <w:szCs w:val="32"/>
        </w:rPr>
      </w:pPr>
      <w:r w:rsidRPr="00945570">
        <w:rPr>
          <w:rFonts w:ascii="Corbel" w:hAnsi="Corbel"/>
          <w:sz w:val="32"/>
          <w:szCs w:val="32"/>
        </w:rPr>
        <w:t xml:space="preserve">Problematyka ćwiczeń audytoryjnych, </w:t>
      </w:r>
      <w:r w:rsidRPr="00945570">
        <w:rPr>
          <w:rFonts w:ascii="Corbel" w:hAnsi="Corbel"/>
          <w:b/>
          <w:bCs/>
          <w:sz w:val="32"/>
          <w:szCs w:val="32"/>
        </w:rPr>
        <w:t>konwersatoryjnyc</w:t>
      </w:r>
      <w:r w:rsidRPr="00945570">
        <w:rPr>
          <w:rFonts w:ascii="Corbel" w:hAnsi="Corbel"/>
          <w:sz w:val="32"/>
          <w:szCs w:val="32"/>
        </w:rPr>
        <w:t>h, laboratoryjnych</w:t>
      </w:r>
      <w:r w:rsidR="009F4610" w:rsidRPr="00945570">
        <w:rPr>
          <w:rFonts w:ascii="Corbel" w:hAnsi="Corbel"/>
          <w:sz w:val="32"/>
          <w:szCs w:val="32"/>
        </w:rPr>
        <w:t xml:space="preserve">, </w:t>
      </w:r>
      <w:r w:rsidRPr="00945570">
        <w:rPr>
          <w:rFonts w:ascii="Corbel" w:hAnsi="Corbel"/>
          <w:sz w:val="32"/>
          <w:szCs w:val="32"/>
        </w:rPr>
        <w:t xml:space="preserve">zajęć praktycznych </w:t>
      </w:r>
    </w:p>
    <w:p w14:paraId="28A996AA" w14:textId="77777777" w:rsidR="0085747A" w:rsidRPr="00945570" w:rsidRDefault="0085747A" w:rsidP="009C54AE">
      <w:pPr>
        <w:pStyle w:val="Akapitzlist"/>
        <w:spacing w:line="240" w:lineRule="auto"/>
        <w:rPr>
          <w:rFonts w:ascii="Corbel" w:hAnsi="Corbel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5570" w14:paraId="3091EB6C" w14:textId="77777777" w:rsidTr="0042618A">
        <w:tc>
          <w:tcPr>
            <w:tcW w:w="9520" w:type="dxa"/>
          </w:tcPr>
          <w:p w14:paraId="0D05BF8B" w14:textId="77777777" w:rsidR="0085747A" w:rsidRPr="0094557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>Treści merytoryczne</w:t>
            </w:r>
          </w:p>
        </w:tc>
      </w:tr>
      <w:tr w:rsidR="0085747A" w:rsidRPr="00945570" w14:paraId="754D5AB8" w14:textId="77777777" w:rsidTr="0042618A">
        <w:tc>
          <w:tcPr>
            <w:tcW w:w="9520" w:type="dxa"/>
          </w:tcPr>
          <w:p w14:paraId="08082FB0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>Doktryny i teorie pochodzenia państwa  /2godz</w:t>
            </w:r>
          </w:p>
          <w:p w14:paraId="3D1A1734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Państwo – znaczenie terminu oraz cechy /1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2CF8FC6F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Typy i formy państwa /2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66F9004B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>Władza w państwie /2godz</w:t>
            </w:r>
          </w:p>
          <w:p w14:paraId="798D3281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Rola narodu w państwie /2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38D78955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Miejsce obywatela w państwie / 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3FBC4F21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System sprawowania władzy w państwie / 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3634893E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Typy reżimów politycznych / 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1881EAB7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Państwo wobec procesów integracji europejskiej i globalizacji/ 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4B162421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Organizacje w państwie/ 2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2B74E1ED" w14:textId="77777777" w:rsidR="0042618A" w:rsidRPr="00945570" w:rsidRDefault="0042618A" w:rsidP="004261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32"/>
                <w:szCs w:val="32"/>
              </w:rPr>
            </w:pPr>
            <w:r w:rsidRPr="00945570">
              <w:rPr>
                <w:rFonts w:ascii="Corbel" w:hAnsi="Corbel"/>
                <w:sz w:val="32"/>
                <w:szCs w:val="32"/>
              </w:rPr>
              <w:t xml:space="preserve">Demokratyczne państwo prawne/1 </w:t>
            </w:r>
            <w:proofErr w:type="spellStart"/>
            <w:r w:rsidRPr="00945570">
              <w:rPr>
                <w:rFonts w:ascii="Corbel" w:hAnsi="Corbel"/>
                <w:sz w:val="32"/>
                <w:szCs w:val="32"/>
              </w:rPr>
              <w:t>godz</w:t>
            </w:r>
            <w:proofErr w:type="spellEnd"/>
          </w:p>
          <w:p w14:paraId="6901635A" w14:textId="77777777" w:rsidR="0085747A" w:rsidRPr="0094557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32"/>
                <w:szCs w:val="32"/>
              </w:rPr>
            </w:pPr>
          </w:p>
        </w:tc>
      </w:tr>
    </w:tbl>
    <w:p w14:paraId="03E1F8C8" w14:textId="77777777" w:rsidR="0085747A" w:rsidRPr="00945570" w:rsidRDefault="0085747A" w:rsidP="009C54AE">
      <w:pPr>
        <w:pStyle w:val="Punktygwne"/>
        <w:spacing w:before="0" w:after="0"/>
        <w:rPr>
          <w:rFonts w:ascii="Corbel" w:hAnsi="Corbel"/>
          <w:b w:val="0"/>
          <w:sz w:val="32"/>
          <w:szCs w:val="32"/>
        </w:rPr>
      </w:pPr>
    </w:p>
    <w:p w14:paraId="0F11B48D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  <w:r w:rsidRPr="00945570">
        <w:rPr>
          <w:rFonts w:ascii="Corbel" w:hAnsi="Corbel"/>
          <w:b/>
        </w:rPr>
        <w:t>3.4 Metody dydaktyczne</w:t>
      </w:r>
    </w:p>
    <w:p w14:paraId="354838ED" w14:textId="77777777" w:rsidR="00BA7EA6" w:rsidRPr="00945570" w:rsidRDefault="00BB49C4" w:rsidP="00BA7EA6">
      <w:pPr>
        <w:spacing w:after="0" w:line="240" w:lineRule="auto"/>
        <w:rPr>
          <w:rFonts w:ascii="Corbel" w:hAnsi="Corbel"/>
        </w:rPr>
      </w:pPr>
      <w:r w:rsidRPr="00945570">
        <w:rPr>
          <w:rFonts w:ascii="Corbel" w:hAnsi="Corbel"/>
        </w:rPr>
        <w:t xml:space="preserve">Wykład </w:t>
      </w:r>
      <w:r w:rsidR="00BA7EA6" w:rsidRPr="00945570">
        <w:rPr>
          <w:rFonts w:ascii="Corbel" w:hAnsi="Corbel"/>
        </w:rPr>
        <w:t>: metoda wykładu dydaktycznego przy użyciu metod nauczania teoretycznego, praktycznego, aktywizujące</w:t>
      </w:r>
      <w:r w:rsidR="00BB0827" w:rsidRPr="00945570">
        <w:rPr>
          <w:rFonts w:ascii="Corbel" w:hAnsi="Corbel"/>
        </w:rPr>
        <w:t xml:space="preserve">go oraz sprzętu multimedialnego, </w:t>
      </w:r>
      <w:r w:rsidR="00BA7EA6" w:rsidRPr="00945570">
        <w:rPr>
          <w:rFonts w:ascii="Corbel" w:hAnsi="Corbel"/>
        </w:rPr>
        <w:t>: analiza tekstów z dyskusją, gry, metoda projektów i prezentacji, praca w grupach, dyskusja</w:t>
      </w:r>
    </w:p>
    <w:p w14:paraId="2EBC9C50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p w14:paraId="14C57617" w14:textId="77777777" w:rsidR="00BA7EA6" w:rsidRPr="00945570" w:rsidRDefault="00BA7EA6" w:rsidP="00BA7EA6">
      <w:pPr>
        <w:numPr>
          <w:ilvl w:val="0"/>
          <w:numId w:val="6"/>
        </w:numPr>
        <w:spacing w:after="0" w:line="240" w:lineRule="auto"/>
        <w:rPr>
          <w:rFonts w:ascii="Corbel" w:hAnsi="Corbel"/>
          <w:b/>
        </w:rPr>
      </w:pPr>
      <w:r w:rsidRPr="00945570">
        <w:rPr>
          <w:rFonts w:ascii="Corbel" w:hAnsi="Corbel"/>
          <w:b/>
        </w:rPr>
        <w:t>METODY I KRYTERIA OCENY</w:t>
      </w:r>
    </w:p>
    <w:p w14:paraId="76501FB4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</w:rPr>
      </w:pPr>
      <w:r w:rsidRPr="00945570">
        <w:rPr>
          <w:rFonts w:ascii="Corbel" w:hAnsi="Corbel"/>
          <w:b/>
        </w:rPr>
        <w:t>4.1 Sposoby weryfikacji efektów uczenia się</w:t>
      </w:r>
    </w:p>
    <w:p w14:paraId="7ADD23F0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943"/>
        <w:gridCol w:w="2215"/>
      </w:tblGrid>
      <w:tr w:rsidR="00BA7EA6" w:rsidRPr="00945570" w14:paraId="7163DD74" w14:textId="77777777" w:rsidTr="00D33D28">
        <w:tc>
          <w:tcPr>
            <w:tcW w:w="1984" w:type="dxa"/>
          </w:tcPr>
          <w:p w14:paraId="10B8AF98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Symbol efektu</w:t>
            </w:r>
          </w:p>
          <w:p w14:paraId="18350202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5103" w:type="dxa"/>
          </w:tcPr>
          <w:p w14:paraId="449ACB83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945570">
              <w:rPr>
                <w:rFonts w:ascii="Corbel" w:hAnsi="Corbel"/>
                <w:color w:val="000000"/>
              </w:rPr>
              <w:t>Metody oceny efektów uczenia się</w:t>
            </w:r>
          </w:p>
          <w:p w14:paraId="017E30B1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611EB072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 xml:space="preserve">Forma zajęć dydaktycznych ( w, </w:t>
            </w:r>
            <w:proofErr w:type="spellStart"/>
            <w:r w:rsidRPr="00945570">
              <w:rPr>
                <w:rFonts w:ascii="Corbel" w:hAnsi="Corbel"/>
              </w:rPr>
              <w:t>ćw</w:t>
            </w:r>
            <w:proofErr w:type="spellEnd"/>
            <w:r w:rsidRPr="00945570">
              <w:rPr>
                <w:rFonts w:ascii="Corbel" w:hAnsi="Corbel"/>
              </w:rPr>
              <w:t>, …)</w:t>
            </w:r>
          </w:p>
        </w:tc>
      </w:tr>
      <w:tr w:rsidR="00BA7EA6" w:rsidRPr="00945570" w14:paraId="4A1EE1D2" w14:textId="77777777" w:rsidTr="00D33D28">
        <w:tc>
          <w:tcPr>
            <w:tcW w:w="1984" w:type="dxa"/>
          </w:tcPr>
          <w:p w14:paraId="1F33A0DB" w14:textId="77777777" w:rsidR="00BA7EA6" w:rsidRPr="00945570" w:rsidRDefault="004A6869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  <w:proofErr w:type="spellStart"/>
            <w:r w:rsidRPr="00945570">
              <w:rPr>
                <w:rFonts w:ascii="Corbel" w:hAnsi="Corbel"/>
                <w:smallCaps/>
              </w:rPr>
              <w:t>ek</w:t>
            </w:r>
            <w:proofErr w:type="spellEnd"/>
            <w:r w:rsidRPr="00945570">
              <w:rPr>
                <w:rFonts w:ascii="Corbel" w:hAnsi="Corbel"/>
                <w:smallCaps/>
              </w:rPr>
              <w:t>_ 01 - 08</w:t>
            </w:r>
          </w:p>
        </w:tc>
        <w:tc>
          <w:tcPr>
            <w:tcW w:w="5103" w:type="dxa"/>
          </w:tcPr>
          <w:p w14:paraId="1AAEB2D3" w14:textId="6C981038" w:rsidR="00BA7EA6" w:rsidRPr="00945570" w:rsidRDefault="00BA7EA6" w:rsidP="00BB49C4">
            <w:pPr>
              <w:spacing w:after="0" w:line="240" w:lineRule="auto"/>
              <w:rPr>
                <w:rFonts w:ascii="Corbel" w:hAnsi="Corbel"/>
                <w:i/>
                <w:smallCaps/>
                <w:strike/>
              </w:rPr>
            </w:pPr>
            <w:r w:rsidRPr="00945570">
              <w:rPr>
                <w:rFonts w:ascii="Corbel" w:hAnsi="Corbel"/>
                <w:smallCaps/>
              </w:rPr>
              <w:t xml:space="preserve">egzamin </w:t>
            </w:r>
            <w:r w:rsidR="00BB49C4" w:rsidRPr="00945570">
              <w:rPr>
                <w:rFonts w:ascii="Corbel" w:hAnsi="Corbel"/>
                <w:smallCaps/>
              </w:rPr>
              <w:t xml:space="preserve">pisemny </w:t>
            </w:r>
          </w:p>
        </w:tc>
        <w:tc>
          <w:tcPr>
            <w:tcW w:w="2233" w:type="dxa"/>
          </w:tcPr>
          <w:p w14:paraId="3B0F0425" w14:textId="0B938410" w:rsidR="00BA7EA6" w:rsidRPr="00945570" w:rsidRDefault="0042618A" w:rsidP="00BB49C4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945570">
              <w:rPr>
                <w:rFonts w:ascii="Corbel" w:hAnsi="Corbel"/>
                <w:smallCaps/>
              </w:rPr>
              <w:t>Konwersatorium</w:t>
            </w:r>
          </w:p>
        </w:tc>
      </w:tr>
      <w:tr w:rsidR="00BA7EA6" w:rsidRPr="00945570" w14:paraId="0D8F92B3" w14:textId="77777777" w:rsidTr="00D33D28">
        <w:tc>
          <w:tcPr>
            <w:tcW w:w="1984" w:type="dxa"/>
          </w:tcPr>
          <w:p w14:paraId="1DCA2216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  <w:tc>
          <w:tcPr>
            <w:tcW w:w="5103" w:type="dxa"/>
          </w:tcPr>
          <w:p w14:paraId="6E8A75F0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  <w:tc>
          <w:tcPr>
            <w:tcW w:w="2233" w:type="dxa"/>
          </w:tcPr>
          <w:p w14:paraId="50DB711F" w14:textId="77777777" w:rsidR="00BA7EA6" w:rsidRPr="00945570" w:rsidRDefault="00BA7EA6" w:rsidP="00BA7EA6">
            <w:pPr>
              <w:spacing w:after="0" w:line="240" w:lineRule="auto"/>
              <w:ind w:firstLine="708"/>
              <w:rPr>
                <w:rFonts w:ascii="Corbel" w:hAnsi="Corbel"/>
                <w:smallCaps/>
              </w:rPr>
            </w:pPr>
          </w:p>
        </w:tc>
      </w:tr>
    </w:tbl>
    <w:p w14:paraId="57FB87BC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p w14:paraId="679325AA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  <w:color w:val="00B050"/>
        </w:rPr>
      </w:pPr>
      <w:r w:rsidRPr="00945570">
        <w:rPr>
          <w:rFonts w:ascii="Corbel" w:hAnsi="Corbel"/>
          <w:b/>
        </w:rPr>
        <w:t xml:space="preserve">4.2  Warunki zaliczenia przedmiotu </w:t>
      </w:r>
      <w:r w:rsidRPr="00945570">
        <w:rPr>
          <w:rFonts w:ascii="Corbel" w:hAnsi="Corbel"/>
          <w:b/>
          <w:color w:val="000000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BA7EA6" w:rsidRPr="00945570" w14:paraId="515904DD" w14:textId="77777777" w:rsidTr="00D33D28">
        <w:tc>
          <w:tcPr>
            <w:tcW w:w="9244" w:type="dxa"/>
          </w:tcPr>
          <w:p w14:paraId="1318D9F4" w14:textId="77777777" w:rsidR="00BA7EA6" w:rsidRPr="00945570" w:rsidRDefault="00BA7EA6" w:rsidP="00BA7EA6">
            <w:pPr>
              <w:rPr>
                <w:rFonts w:ascii="Corbel" w:hAnsi="Corbel"/>
                <w:b/>
              </w:rPr>
            </w:pPr>
            <w:r w:rsidRPr="00945570">
              <w:rPr>
                <w:rFonts w:ascii="Corbel" w:hAnsi="Corbel"/>
                <w:b/>
              </w:rPr>
              <w:t>A. Wykład</w:t>
            </w:r>
          </w:p>
          <w:p w14:paraId="3B6E2E66" w14:textId="77777777" w:rsidR="00BA7EA6" w:rsidRPr="00945570" w:rsidRDefault="00BA7EA6" w:rsidP="00BA7EA6">
            <w:pPr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Egzamin pisemny:</w:t>
            </w:r>
          </w:p>
          <w:p w14:paraId="0CF6C0D8" w14:textId="77777777" w:rsidR="00BA7EA6" w:rsidRPr="00945570" w:rsidRDefault="00BA7EA6" w:rsidP="00BA7EA6">
            <w:pPr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lastRenderedPageBreak/>
              <w:t>Test składający się z 15 pytań jednokrotnego  lub wielokrotnego wyboru lub pisemna forma odpowiedzi na 3 pytania opisowe</w:t>
            </w:r>
          </w:p>
          <w:p w14:paraId="7150E460" w14:textId="77777777" w:rsidR="00BA7EA6" w:rsidRPr="00945570" w:rsidRDefault="00BA7EA6" w:rsidP="00BA7EA6">
            <w:pPr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 xml:space="preserve">Praca pisemna, liczba możliwych punktów do zdobycia: 5; </w:t>
            </w:r>
          </w:p>
          <w:p w14:paraId="475622C6" w14:textId="77777777" w:rsidR="00BA7EA6" w:rsidRPr="00945570" w:rsidRDefault="00BA7EA6" w:rsidP="00BA7EA6">
            <w:pPr>
              <w:ind w:left="720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Kryteria oceny: kompletność odpowiedzi, umiejętność stawiania tez i dobór argumentów, użycie fachowej terminologii, wykorzystana bibliografia</w:t>
            </w:r>
          </w:p>
          <w:p w14:paraId="4E80CEFC" w14:textId="77777777" w:rsidR="00BA7EA6" w:rsidRPr="00945570" w:rsidRDefault="00BA7EA6" w:rsidP="00BA7EA6">
            <w:pPr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Student otrzymuje ocenę pozytywną spełniając wymóg określony w punkcie 1 oraz uzyskując</w:t>
            </w:r>
          </w:p>
          <w:p w14:paraId="3E917735" w14:textId="77777777" w:rsidR="00BA7EA6" w:rsidRPr="00945570" w:rsidRDefault="00BA7EA6" w:rsidP="00BA7EA6">
            <w:pPr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co najmniej 50 % maksymalnej liczby punktów . W przypadku testu każde z pytań jest oceniane na „1” (odpowiedź poprawna) lub „0” (odpowiedź błędna).</w:t>
            </w:r>
          </w:p>
          <w:p w14:paraId="1769CFE3" w14:textId="77777777" w:rsidR="00BA7EA6" w:rsidRPr="00945570" w:rsidRDefault="00BA7EA6" w:rsidP="0042618A">
            <w:pPr>
              <w:spacing w:after="120" w:line="240" w:lineRule="auto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5F1C8479" w14:textId="77777777" w:rsidR="00BA7EA6" w:rsidRPr="00945570" w:rsidRDefault="00BA7EA6" w:rsidP="00BA7EA6">
      <w:pPr>
        <w:spacing w:after="0" w:line="240" w:lineRule="auto"/>
        <w:rPr>
          <w:rFonts w:ascii="Corbel" w:hAnsi="Corbel"/>
          <w:b/>
        </w:rPr>
      </w:pPr>
    </w:p>
    <w:p w14:paraId="64130F44" w14:textId="77777777" w:rsidR="00BA7EA6" w:rsidRPr="00945570" w:rsidRDefault="00BA7EA6" w:rsidP="00BA7EA6">
      <w:pPr>
        <w:spacing w:after="0" w:line="240" w:lineRule="auto"/>
        <w:ind w:left="284" w:hanging="284"/>
        <w:jc w:val="both"/>
        <w:rPr>
          <w:rFonts w:ascii="Corbel" w:hAnsi="Corbel"/>
          <w:b/>
        </w:rPr>
      </w:pPr>
      <w:r w:rsidRPr="00945570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4A3D8077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p w14:paraId="34762A20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A7EA6" w:rsidRPr="00945570" w14:paraId="7B6B8991" w14:textId="77777777" w:rsidTr="00D33D28">
        <w:tc>
          <w:tcPr>
            <w:tcW w:w="4962" w:type="dxa"/>
            <w:vAlign w:val="center"/>
          </w:tcPr>
          <w:p w14:paraId="343ADFBF" w14:textId="77777777" w:rsidR="00BA7EA6" w:rsidRPr="00945570" w:rsidRDefault="00BA7EA6" w:rsidP="00BA7EA6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945570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A67F39" w14:textId="77777777" w:rsidR="00BA7EA6" w:rsidRPr="00945570" w:rsidRDefault="00BA7EA6" w:rsidP="00BA7EA6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945570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A7EA6" w:rsidRPr="00945570" w14:paraId="055CE1CC" w14:textId="77777777" w:rsidTr="00D33D28">
        <w:tc>
          <w:tcPr>
            <w:tcW w:w="4962" w:type="dxa"/>
          </w:tcPr>
          <w:p w14:paraId="6789740A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677" w:type="dxa"/>
          </w:tcPr>
          <w:p w14:paraId="6796202A" w14:textId="0B039E94" w:rsidR="00BA7EA6" w:rsidRPr="00945570" w:rsidRDefault="0042618A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20 godz.</w:t>
            </w:r>
          </w:p>
        </w:tc>
      </w:tr>
      <w:tr w:rsidR="00BA7EA6" w:rsidRPr="00945570" w14:paraId="15F8E278" w14:textId="77777777" w:rsidTr="00D33D28">
        <w:tc>
          <w:tcPr>
            <w:tcW w:w="4962" w:type="dxa"/>
          </w:tcPr>
          <w:p w14:paraId="574F1039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Inne z udziałem nauczyciela</w:t>
            </w:r>
          </w:p>
          <w:p w14:paraId="0F2E2EA1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79BF9ABF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udział w konsultacjach - 20 godz.</w:t>
            </w:r>
          </w:p>
          <w:p w14:paraId="46A07D6F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udział w egzaminie - 1 godz.</w:t>
            </w:r>
          </w:p>
        </w:tc>
      </w:tr>
      <w:tr w:rsidR="00BA7EA6" w:rsidRPr="00945570" w14:paraId="433A83F0" w14:textId="77777777" w:rsidTr="00D33D28">
        <w:tc>
          <w:tcPr>
            <w:tcW w:w="4962" w:type="dxa"/>
          </w:tcPr>
          <w:p w14:paraId="0814D297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 xml:space="preserve">Godziny </w:t>
            </w:r>
            <w:proofErr w:type="spellStart"/>
            <w:r w:rsidRPr="00945570">
              <w:rPr>
                <w:rFonts w:ascii="Corbel" w:hAnsi="Corbel"/>
              </w:rPr>
              <w:t>niekontaktowe</w:t>
            </w:r>
            <w:proofErr w:type="spellEnd"/>
            <w:r w:rsidRPr="00945570">
              <w:rPr>
                <w:rFonts w:ascii="Corbel" w:hAnsi="Corbel"/>
              </w:rPr>
              <w:t xml:space="preserve"> – praca własna studenta</w:t>
            </w:r>
          </w:p>
          <w:p w14:paraId="21DF98CA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(przygotowanie do zajęć, zaliczenia, napisanie referatu itp.)</w:t>
            </w:r>
          </w:p>
        </w:tc>
        <w:tc>
          <w:tcPr>
            <w:tcW w:w="4677" w:type="dxa"/>
          </w:tcPr>
          <w:p w14:paraId="19F53E20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przygotowanie do egzaminu - 50 godz.</w:t>
            </w:r>
          </w:p>
          <w:p w14:paraId="705D02B3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przygotowanie do zajęć - 30 godz.</w:t>
            </w:r>
          </w:p>
          <w:p w14:paraId="3B3D8C42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</w:p>
        </w:tc>
      </w:tr>
      <w:tr w:rsidR="00BA7EA6" w:rsidRPr="00945570" w14:paraId="3EB5097A" w14:textId="77777777" w:rsidTr="00D33D28">
        <w:tc>
          <w:tcPr>
            <w:tcW w:w="4962" w:type="dxa"/>
          </w:tcPr>
          <w:p w14:paraId="36E45E5D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204D6E5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121</w:t>
            </w:r>
          </w:p>
        </w:tc>
      </w:tr>
      <w:tr w:rsidR="00BA7EA6" w:rsidRPr="00945570" w14:paraId="6B6FB08D" w14:textId="77777777" w:rsidTr="00D33D28">
        <w:tc>
          <w:tcPr>
            <w:tcW w:w="4962" w:type="dxa"/>
          </w:tcPr>
          <w:p w14:paraId="42395195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945570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BFB86D0" w14:textId="77777777" w:rsidR="00BA7EA6" w:rsidRPr="00945570" w:rsidRDefault="00BA7EA6" w:rsidP="00BA7EA6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4 punkty</w:t>
            </w:r>
          </w:p>
        </w:tc>
      </w:tr>
    </w:tbl>
    <w:p w14:paraId="36D50D01" w14:textId="77777777" w:rsidR="00BA7EA6" w:rsidRPr="00945570" w:rsidRDefault="00BA7EA6" w:rsidP="00BA7EA6">
      <w:pPr>
        <w:spacing w:after="0" w:line="240" w:lineRule="auto"/>
        <w:ind w:left="426"/>
        <w:rPr>
          <w:rFonts w:ascii="Corbel" w:hAnsi="Corbel"/>
          <w:i/>
        </w:rPr>
      </w:pPr>
      <w:r w:rsidRPr="00945570">
        <w:rPr>
          <w:rFonts w:ascii="Corbel" w:hAnsi="Corbel"/>
          <w:i/>
        </w:rPr>
        <w:t>* Należy uwzględnić, że 1 pkt ECTS odpowiada 25-30 godzin całkowitego nakładu pracy studenta.</w:t>
      </w:r>
    </w:p>
    <w:p w14:paraId="2660BBE7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p w14:paraId="68154CE8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</w:p>
    <w:p w14:paraId="14343EC5" w14:textId="77777777" w:rsidR="00BA7EA6" w:rsidRPr="00945570" w:rsidRDefault="00BA7EA6" w:rsidP="00BA7EA6">
      <w:pPr>
        <w:numPr>
          <w:ilvl w:val="0"/>
          <w:numId w:val="2"/>
        </w:numPr>
        <w:spacing w:after="0" w:line="240" w:lineRule="auto"/>
        <w:rPr>
          <w:rFonts w:ascii="Corbel" w:hAnsi="Corbel"/>
          <w:b/>
        </w:rPr>
      </w:pPr>
      <w:r w:rsidRPr="00945570">
        <w:rPr>
          <w:rFonts w:ascii="Corbel" w:hAnsi="Corbel"/>
          <w:b/>
        </w:rPr>
        <w:t>PRAKTYKI ZAWODOWE W RAMACH PRZEDMIOTU/ MODUŁU</w:t>
      </w:r>
    </w:p>
    <w:p w14:paraId="3358C0EB" w14:textId="77777777" w:rsidR="00BA7EA6" w:rsidRPr="00945570" w:rsidRDefault="00BA7EA6" w:rsidP="00BA7EA6">
      <w:pPr>
        <w:spacing w:after="0" w:line="240" w:lineRule="auto"/>
        <w:ind w:left="360"/>
        <w:rPr>
          <w:rFonts w:ascii="Corbel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7EA6" w:rsidRPr="00945570" w14:paraId="78AE6408" w14:textId="77777777" w:rsidTr="00D33D28">
        <w:tc>
          <w:tcPr>
            <w:tcW w:w="3544" w:type="dxa"/>
          </w:tcPr>
          <w:p w14:paraId="6EEDB76F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wymiar godzinowy</w:t>
            </w:r>
          </w:p>
        </w:tc>
        <w:tc>
          <w:tcPr>
            <w:tcW w:w="3969" w:type="dxa"/>
          </w:tcPr>
          <w:p w14:paraId="30A302C7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</w:p>
        </w:tc>
      </w:tr>
      <w:tr w:rsidR="00BA7EA6" w:rsidRPr="00945570" w14:paraId="5B12C454" w14:textId="77777777" w:rsidTr="00D33D28">
        <w:tc>
          <w:tcPr>
            <w:tcW w:w="3544" w:type="dxa"/>
          </w:tcPr>
          <w:p w14:paraId="55407BA5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D442C8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</w:tr>
    </w:tbl>
    <w:p w14:paraId="7A02A3E7" w14:textId="77777777" w:rsidR="00BA7EA6" w:rsidRPr="00945570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5256C981" w14:textId="77777777" w:rsidR="00BA7EA6" w:rsidRPr="00945570" w:rsidRDefault="00BA7EA6" w:rsidP="00BA7EA6">
      <w:pPr>
        <w:numPr>
          <w:ilvl w:val="0"/>
          <w:numId w:val="2"/>
        </w:numPr>
        <w:spacing w:after="0" w:line="240" w:lineRule="auto"/>
        <w:rPr>
          <w:rFonts w:ascii="Corbel" w:hAnsi="Corbel"/>
          <w:b/>
        </w:rPr>
      </w:pPr>
      <w:r w:rsidRPr="00945570">
        <w:rPr>
          <w:rFonts w:ascii="Corbel" w:hAnsi="Corbel"/>
          <w:b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7EA6" w:rsidRPr="00945570" w14:paraId="406C6414" w14:textId="77777777" w:rsidTr="00D33D28">
        <w:tc>
          <w:tcPr>
            <w:tcW w:w="7513" w:type="dxa"/>
          </w:tcPr>
          <w:p w14:paraId="667D4BFA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Literatura podstawowa:</w:t>
            </w:r>
          </w:p>
          <w:p w14:paraId="6FD8A829" w14:textId="77777777" w:rsidR="00BA7EA6" w:rsidRPr="00945570" w:rsidRDefault="00BA7EA6" w:rsidP="00BA7EA6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 xml:space="preserve">S. Sagan, V. </w:t>
            </w:r>
            <w:proofErr w:type="spellStart"/>
            <w:r w:rsidRPr="00945570">
              <w:rPr>
                <w:rFonts w:ascii="Corbel" w:hAnsi="Corbel"/>
              </w:rPr>
              <w:t>Serzhanova</w:t>
            </w:r>
            <w:proofErr w:type="spellEnd"/>
            <w:r w:rsidRPr="00945570">
              <w:rPr>
                <w:rFonts w:ascii="Corbel" w:hAnsi="Corbel"/>
              </w:rPr>
              <w:t>, Nauka o państwie współczesnym, Warszawa 2013.</w:t>
            </w:r>
          </w:p>
          <w:p w14:paraId="65B80DC6" w14:textId="70FD8136" w:rsidR="00BA7EA6" w:rsidRPr="00945570" w:rsidRDefault="00BA7EA6" w:rsidP="00BA7EA6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945570">
              <w:rPr>
                <w:rFonts w:ascii="Corbel" w:hAnsi="Corbel"/>
              </w:rPr>
              <w:t>S. Grabowska, Nauka o państwie i prawie</w:t>
            </w:r>
            <w:r w:rsidR="0042618A" w:rsidRPr="00945570">
              <w:rPr>
                <w:rFonts w:ascii="Corbel" w:hAnsi="Corbel"/>
              </w:rPr>
              <w:t>.</w:t>
            </w:r>
            <w:r w:rsidRPr="00945570">
              <w:rPr>
                <w:rFonts w:ascii="Corbel" w:hAnsi="Corbel"/>
              </w:rPr>
              <w:t xml:space="preserve"> </w:t>
            </w:r>
            <w:r w:rsidR="0042618A" w:rsidRPr="00945570">
              <w:rPr>
                <w:rFonts w:ascii="Corbel" w:hAnsi="Corbel"/>
              </w:rPr>
              <w:t>W</w:t>
            </w:r>
            <w:r w:rsidRPr="00945570">
              <w:rPr>
                <w:rFonts w:ascii="Corbel" w:hAnsi="Corbel"/>
              </w:rPr>
              <w:t xml:space="preserve">ybrane zagadnienia, </w:t>
            </w:r>
            <w:r w:rsidRPr="00945570">
              <w:rPr>
                <w:rFonts w:ascii="Corbel" w:hAnsi="Corbel"/>
                <w:bCs/>
                <w:smallCaps/>
              </w:rPr>
              <w:t>Rzeszów 2017.</w:t>
            </w:r>
          </w:p>
          <w:p w14:paraId="60F55FE3" w14:textId="24E741D9" w:rsidR="00BA7EA6" w:rsidRPr="00945570" w:rsidRDefault="0042618A" w:rsidP="00BA7EA6">
            <w:pPr>
              <w:spacing w:after="0" w:line="240" w:lineRule="auto"/>
              <w:ind w:left="720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>.</w:t>
            </w:r>
          </w:p>
        </w:tc>
      </w:tr>
      <w:tr w:rsidR="00BA7EA6" w:rsidRPr="00945570" w14:paraId="166B892A" w14:textId="77777777" w:rsidTr="00D33D28">
        <w:tc>
          <w:tcPr>
            <w:tcW w:w="7513" w:type="dxa"/>
          </w:tcPr>
          <w:p w14:paraId="19481A3A" w14:textId="77777777" w:rsidR="00BA7EA6" w:rsidRPr="00945570" w:rsidRDefault="00BA7EA6" w:rsidP="00BA7EA6">
            <w:pPr>
              <w:spacing w:after="0" w:line="240" w:lineRule="auto"/>
              <w:rPr>
                <w:rFonts w:ascii="Corbel" w:hAnsi="Corbel"/>
              </w:rPr>
            </w:pPr>
            <w:r w:rsidRPr="00945570">
              <w:rPr>
                <w:rFonts w:ascii="Corbel" w:hAnsi="Corbel"/>
              </w:rPr>
              <w:t xml:space="preserve">Literatura uzupełniająca: </w:t>
            </w:r>
          </w:p>
          <w:p w14:paraId="7E22D711" w14:textId="77777777" w:rsidR="00BA7EA6" w:rsidRPr="00945570" w:rsidRDefault="00BA7EA6" w:rsidP="00BA7EA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  <w:i/>
              </w:rPr>
              <w:t>Nauka o państwie</w:t>
            </w:r>
            <w:r w:rsidRPr="00945570">
              <w:rPr>
                <w:rFonts w:ascii="Corbel" w:eastAsia="Cambria" w:hAnsi="Corbel"/>
              </w:rPr>
              <w:t>, red. P. Kaczorowski, Warszawa 2006.</w:t>
            </w:r>
          </w:p>
          <w:p w14:paraId="19A1A9A1" w14:textId="77777777" w:rsidR="00BA7EA6" w:rsidRPr="00945570" w:rsidRDefault="00BA7EA6" w:rsidP="00BA7EA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45570">
              <w:rPr>
                <w:rFonts w:ascii="Corbel" w:eastAsia="Cambria" w:hAnsi="Corbel"/>
              </w:rPr>
              <w:t xml:space="preserve">Szmulik B., Żmigrodzki M., </w:t>
            </w:r>
            <w:r w:rsidRPr="00945570">
              <w:rPr>
                <w:rFonts w:ascii="Corbel" w:eastAsia="Cambria" w:hAnsi="Corbel"/>
                <w:i/>
              </w:rPr>
              <w:t>Wprowadzenie do nauki o państwie i polityce</w:t>
            </w:r>
            <w:r w:rsidRPr="00945570">
              <w:rPr>
                <w:rFonts w:ascii="Corbel" w:eastAsia="Cambria" w:hAnsi="Corbel"/>
              </w:rPr>
              <w:t>, Lublin 2007.</w:t>
            </w:r>
          </w:p>
          <w:p w14:paraId="73441877" w14:textId="77777777" w:rsidR="00BA7EA6" w:rsidRPr="00945570" w:rsidRDefault="00BA7EA6" w:rsidP="0042618A">
            <w:pPr>
              <w:spacing w:after="0" w:line="240" w:lineRule="auto"/>
              <w:ind w:left="720"/>
              <w:rPr>
                <w:rFonts w:ascii="Corbel" w:hAnsi="Corbel"/>
              </w:rPr>
            </w:pPr>
          </w:p>
        </w:tc>
      </w:tr>
    </w:tbl>
    <w:p w14:paraId="3679DFE8" w14:textId="77777777" w:rsidR="00BA7EA6" w:rsidRPr="00945570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7C8FA457" w14:textId="77777777" w:rsidR="00BA7EA6" w:rsidRPr="00945570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2DA08E60" w14:textId="77777777" w:rsidR="00BA7EA6" w:rsidRPr="00945570" w:rsidRDefault="00BA7EA6" w:rsidP="00BA7EA6">
      <w:pPr>
        <w:spacing w:after="0" w:line="240" w:lineRule="auto"/>
        <w:ind w:left="360"/>
        <w:rPr>
          <w:rFonts w:ascii="Corbel" w:hAnsi="Corbel"/>
        </w:rPr>
      </w:pPr>
    </w:p>
    <w:p w14:paraId="0382BA97" w14:textId="77777777" w:rsidR="00BA7EA6" w:rsidRPr="00945570" w:rsidRDefault="00BA7EA6" w:rsidP="00BA7EA6">
      <w:pPr>
        <w:spacing w:after="0" w:line="240" w:lineRule="auto"/>
        <w:rPr>
          <w:rFonts w:ascii="Corbel" w:hAnsi="Corbel"/>
        </w:rPr>
      </w:pPr>
      <w:r w:rsidRPr="00945570">
        <w:rPr>
          <w:rFonts w:ascii="Corbel" w:hAnsi="Corbel"/>
        </w:rPr>
        <w:t>Akceptacja Kierownika Jednostki lub osoby upoważnionej</w:t>
      </w:r>
    </w:p>
    <w:p w14:paraId="493CF1CC" w14:textId="77777777" w:rsidR="0085747A" w:rsidRPr="00945570" w:rsidRDefault="0085747A" w:rsidP="00BA7EA6">
      <w:pPr>
        <w:pStyle w:val="Punktygwne"/>
        <w:spacing w:before="0" w:after="0"/>
        <w:ind w:left="426"/>
        <w:rPr>
          <w:rFonts w:ascii="Corbel" w:hAnsi="Corbel"/>
          <w:sz w:val="32"/>
          <w:szCs w:val="32"/>
        </w:rPr>
      </w:pPr>
    </w:p>
    <w:sectPr w:rsidR="0085747A" w:rsidRPr="0094557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0FE15" w14:textId="77777777" w:rsidR="00F65B3C" w:rsidRDefault="00F65B3C" w:rsidP="00C16ABF">
      <w:pPr>
        <w:spacing w:after="0" w:line="240" w:lineRule="auto"/>
      </w:pPr>
      <w:r>
        <w:separator/>
      </w:r>
    </w:p>
  </w:endnote>
  <w:endnote w:type="continuationSeparator" w:id="0">
    <w:p w14:paraId="1FB603B4" w14:textId="77777777" w:rsidR="00F65B3C" w:rsidRDefault="00F65B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1A9A" w14:textId="77777777" w:rsidR="00F65B3C" w:rsidRDefault="00F65B3C" w:rsidP="00C16ABF">
      <w:pPr>
        <w:spacing w:after="0" w:line="240" w:lineRule="auto"/>
      </w:pPr>
      <w:r>
        <w:separator/>
      </w:r>
    </w:p>
  </w:footnote>
  <w:footnote w:type="continuationSeparator" w:id="0">
    <w:p w14:paraId="240F4C52" w14:textId="77777777" w:rsidR="00F65B3C" w:rsidRDefault="00F65B3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0C"/>
    <w:multiLevelType w:val="hybridMultilevel"/>
    <w:tmpl w:val="7332B38C"/>
    <w:lvl w:ilvl="0" w:tplc="A4E68C5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53FFB"/>
    <w:multiLevelType w:val="hybridMultilevel"/>
    <w:tmpl w:val="3ED26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441113">
    <w:abstractNumId w:val="2"/>
  </w:num>
  <w:num w:numId="2" w16cid:durableId="2106882334">
    <w:abstractNumId w:val="5"/>
  </w:num>
  <w:num w:numId="3" w16cid:durableId="894126847">
    <w:abstractNumId w:val="0"/>
  </w:num>
  <w:num w:numId="4" w16cid:durableId="477113342">
    <w:abstractNumId w:val="1"/>
  </w:num>
  <w:num w:numId="5" w16cid:durableId="627249844">
    <w:abstractNumId w:val="3"/>
  </w:num>
  <w:num w:numId="6" w16cid:durableId="236401497">
    <w:abstractNumId w:val="4"/>
  </w:num>
  <w:num w:numId="7" w16cid:durableId="140136854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167"/>
    <w:rsid w:val="002B4D55"/>
    <w:rsid w:val="002B5EA0"/>
    <w:rsid w:val="002B6119"/>
    <w:rsid w:val="002C1F06"/>
    <w:rsid w:val="002D3375"/>
    <w:rsid w:val="002D73D4"/>
    <w:rsid w:val="002E1F1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1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86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25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A32"/>
    <w:rsid w:val="0081707E"/>
    <w:rsid w:val="008279DD"/>
    <w:rsid w:val="00836CD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70"/>
    <w:rsid w:val="009508DF"/>
    <w:rsid w:val="00950DAC"/>
    <w:rsid w:val="00954A07"/>
    <w:rsid w:val="009553B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EA6"/>
    <w:rsid w:val="00BB0827"/>
    <w:rsid w:val="00BB49C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56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032"/>
    <w:rsid w:val="00F526AF"/>
    <w:rsid w:val="00F617C3"/>
    <w:rsid w:val="00F65B3C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F62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6C7A-41D5-4D64-B458-9DE2B61B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cp:lastPrinted>2019-02-06T12:12:00Z</cp:lastPrinted>
  <dcterms:created xsi:type="dcterms:W3CDTF">2021-12-14T11:00:00Z</dcterms:created>
  <dcterms:modified xsi:type="dcterms:W3CDTF">2022-09-16T08:13:00Z</dcterms:modified>
</cp:coreProperties>
</file>